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AD1F2" w14:textId="77777777" w:rsidR="00C66170" w:rsidRDefault="00C66170" w:rsidP="00C66170">
      <w:pPr>
        <w:framePr w:w="9582" w:h="2155" w:wrap="notBeside" w:vAnchor="page" w:hAnchor="page" w:x="1702" w:y="3063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42"/>
        <w:gridCol w:w="3767"/>
      </w:tblGrid>
      <w:tr w:rsidR="00E85637" w14:paraId="26D7B867" w14:textId="77777777" w:rsidTr="00C66170">
        <w:trPr>
          <w:cantSplit/>
          <w:trHeight w:val="567"/>
        </w:trPr>
        <w:tc>
          <w:tcPr>
            <w:tcW w:w="5217" w:type="dxa"/>
            <w:vMerge w:val="restart"/>
          </w:tcPr>
          <w:p w14:paraId="16C50104" w14:textId="1DB33C06" w:rsidR="003511CD" w:rsidRDefault="00B7608B" w:rsidP="003511CD">
            <w:pPr>
              <w:framePr w:w="9582" w:h="2155" w:wrap="notBeside" w:vAnchor="page" w:hAnchor="page" w:x="1702" w:y="3063"/>
              <w:rPr>
                <w:noProof/>
              </w:rPr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626C62" w:rsidRPr="00626C62">
              <w:rPr>
                <w:noProof/>
              </w:rPr>
              <w:fldChar w:fldCharType="begin">
                <w:ffData>
                  <w:name w:val="Text2"/>
                  <w:enabled/>
                  <w:calcOnExit w:val="0"/>
                  <w:helpText w:type="text" w:val="Siia sisestage üks või mitu adressaati. Näiteks:  &#10;Hr Jüri Mägi&#10;Pikk 22&#10;23456 Kuressaare&#10;SAAREMAA&#10;Seejärel liikuge Tab klahviga järgmisele väljale."/>
                  <w:statusText w:type="text" w:val="Siia sisestage üks või mitu adressaati (vt F1)"/>
                  <w:textInput>
                    <w:default w:val="Adressaat"/>
                  </w:textInput>
                </w:ffData>
              </w:fldChar>
            </w:r>
            <w:r w:rsidR="00626C62" w:rsidRPr="00626C62">
              <w:rPr>
                <w:noProof/>
              </w:rPr>
              <w:instrText xml:space="preserve"> FORMTEXT </w:instrText>
            </w:r>
            <w:r w:rsidR="00626C62" w:rsidRPr="00626C62">
              <w:rPr>
                <w:noProof/>
              </w:rPr>
            </w:r>
            <w:r w:rsidR="00626C62" w:rsidRPr="00626C62">
              <w:rPr>
                <w:noProof/>
              </w:rPr>
              <w:fldChar w:fldCharType="separate"/>
            </w:r>
            <w:r w:rsidR="0016253E">
              <w:rPr>
                <w:noProof/>
              </w:rPr>
              <w:t>Liisi Rääbus</w:t>
            </w:r>
          </w:p>
          <w:p w14:paraId="1EC4B09A" w14:textId="77777777" w:rsidR="004503E1" w:rsidRDefault="004503E1" w:rsidP="003511CD">
            <w:pPr>
              <w:framePr w:w="9582" w:h="2155" w:wrap="notBeside" w:vAnchor="page" w:hAnchor="page" w:x="1702" w:y="3063"/>
              <w:rPr>
                <w:noProof/>
              </w:rPr>
            </w:pPr>
            <w:r>
              <w:rPr>
                <w:noProof/>
              </w:rPr>
              <w:t>Keskkonnaamet</w:t>
            </w:r>
          </w:p>
          <w:p w14:paraId="7AB7B59F" w14:textId="77777777" w:rsidR="004503E1" w:rsidRDefault="005E47F9" w:rsidP="003511CD">
            <w:pPr>
              <w:framePr w:w="9582" w:h="2155" w:wrap="notBeside" w:vAnchor="page" w:hAnchor="page" w:x="1702" w:y="3063"/>
              <w:rPr>
                <w:noProof/>
              </w:rPr>
            </w:pPr>
            <w:r>
              <w:rPr>
                <w:noProof/>
              </w:rPr>
              <w:t>Lõuna regioon</w:t>
            </w:r>
          </w:p>
          <w:p w14:paraId="74BF7F02" w14:textId="24E9B040" w:rsidR="004503E1" w:rsidRDefault="0016253E" w:rsidP="003511CD">
            <w:pPr>
              <w:framePr w:w="9582" w:h="2155" w:wrap="notBeside" w:vAnchor="page" w:hAnchor="page" w:x="1702" w:y="3063"/>
              <w:rPr>
                <w:noProof/>
              </w:rPr>
            </w:pPr>
            <w:r>
              <w:rPr>
                <w:noProof/>
              </w:rPr>
              <w:t>liisi.raabus</w:t>
            </w:r>
            <w:r w:rsidR="004503E1">
              <w:rPr>
                <w:noProof/>
              </w:rPr>
              <w:t>@keskkonnaamet.ee</w:t>
            </w:r>
          </w:p>
          <w:p w14:paraId="71785F71" w14:textId="77777777" w:rsidR="00E85637" w:rsidRDefault="00626C62" w:rsidP="003511CD">
            <w:pPr>
              <w:framePr w:w="9582" w:h="2155" w:wrap="notBeside" w:vAnchor="page" w:hAnchor="page" w:x="1702" w:y="3063"/>
            </w:pPr>
            <w:r w:rsidRPr="00626C62">
              <w:rPr>
                <w:noProof/>
              </w:rPr>
              <w:fldChar w:fldCharType="end"/>
            </w:r>
            <w:r w:rsidR="00B7608B">
              <w:fldChar w:fldCharType="end"/>
            </w:r>
            <w:bookmarkEnd w:id="0"/>
          </w:p>
        </w:tc>
        <w:tc>
          <w:tcPr>
            <w:tcW w:w="526" w:type="dxa"/>
            <w:noWrap/>
          </w:tcPr>
          <w:p w14:paraId="31F26BA9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83" w:type="dxa"/>
            <w:tcMar>
              <w:left w:w="85" w:type="dxa"/>
            </w:tcMar>
          </w:tcPr>
          <w:p w14:paraId="3C1904BE" w14:textId="77777777" w:rsidR="00E85637" w:rsidRDefault="00E85637" w:rsidP="00671C7C">
            <w:pPr>
              <w:framePr w:w="9582" w:h="2155" w:wrap="notBeside" w:vAnchor="page" w:hAnchor="page" w:x="1702" w:y="3063"/>
            </w:pPr>
          </w:p>
        </w:tc>
      </w:tr>
      <w:tr w:rsidR="00E85637" w14:paraId="2A5E35E9" w14:textId="77777777" w:rsidTr="00C66170">
        <w:trPr>
          <w:cantSplit/>
          <w:trHeight w:val="743"/>
        </w:trPr>
        <w:tc>
          <w:tcPr>
            <w:tcW w:w="5217" w:type="dxa"/>
            <w:vMerge/>
          </w:tcPr>
          <w:p w14:paraId="3CCA16EB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26" w:type="dxa"/>
            <w:noWrap/>
          </w:tcPr>
          <w:p w14:paraId="2FDE047F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83" w:type="dxa"/>
            <w:tcMar>
              <w:left w:w="85" w:type="dxa"/>
            </w:tcMar>
          </w:tcPr>
          <w:p w14:paraId="735F4EC8" w14:textId="3B6A7FDD" w:rsidR="00E85637" w:rsidRDefault="00B7608B" w:rsidP="005E47F9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8282E" w:rsidRPr="0058282E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1" w:name="Text51"/>
            <w:r>
              <w:instrText xml:space="preserve"> FORMTEXT </w:instrText>
            </w:r>
            <w:r>
              <w:fldChar w:fldCharType="separate"/>
            </w:r>
            <w:r w:rsidR="0058282E" w:rsidRPr="0058282E">
              <w:rPr>
                <w:noProof/>
              </w:rPr>
              <w:t>3-2.1</w:t>
            </w:r>
            <w:r w:rsidR="00985285">
              <w:rPr>
                <w:noProof/>
              </w:rPr>
              <w:t>/2022/5965</w:t>
            </w:r>
            <w:r>
              <w:fldChar w:fldCharType="end"/>
            </w:r>
            <w:bookmarkEnd w:id="1"/>
          </w:p>
        </w:tc>
      </w:tr>
      <w:tr w:rsidR="00E85637" w14:paraId="79F36E93" w14:textId="77777777" w:rsidTr="00C66170">
        <w:trPr>
          <w:cantSplit/>
          <w:trHeight w:hRule="exact" w:val="23"/>
        </w:trPr>
        <w:tc>
          <w:tcPr>
            <w:tcW w:w="5217" w:type="dxa"/>
          </w:tcPr>
          <w:p w14:paraId="7B46EACE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26" w:type="dxa"/>
            <w:noWrap/>
          </w:tcPr>
          <w:p w14:paraId="6AAAE5C2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83" w:type="dxa"/>
          </w:tcPr>
          <w:p w14:paraId="393D264F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0AE6015B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34CEAE97" w14:textId="77777777" w:rsidR="00E85637" w:rsidRDefault="00E85637">
      <w:pPr>
        <w:rPr>
          <w:spacing w:val="0"/>
          <w:position w:val="0"/>
          <w:sz w:val="20"/>
        </w:rPr>
      </w:pPr>
    </w:p>
    <w:p w14:paraId="780CA8F9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6E892346" wp14:editId="1E1B19F6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B5BA9" w14:textId="77777777" w:rsidR="00C66170" w:rsidRDefault="00C66170" w:rsidP="0058282E">
      <w:pPr>
        <w:pStyle w:val="Pealkiri1"/>
      </w:pPr>
    </w:p>
    <w:p w14:paraId="66B817F7" w14:textId="77777777" w:rsidR="00C66170" w:rsidRDefault="00C66170" w:rsidP="0058282E">
      <w:pPr>
        <w:pStyle w:val="Pealkiri1"/>
      </w:pPr>
    </w:p>
    <w:p w14:paraId="3F7C5A10" w14:textId="77777777" w:rsidR="005E47F9" w:rsidRDefault="00B06906" w:rsidP="005E47F9">
      <w:pPr>
        <w:pStyle w:val="Pealkiri1"/>
      </w:pPr>
      <w:r w:rsidRPr="005E47F9">
        <w:fldChar w:fldCharType="begin">
          <w:ffData>
            <w:name w:val="Text7"/>
            <w:enabled/>
            <w:calcOnExit w:val="0"/>
            <w:helpText w:type="text" w:val="Kirjutage siia pealkiri.&#10;&#10;Näiteks:   Tellimus&#10;&#10;Seejärel liikuge Tab klahviga järgmisele väljale."/>
            <w:statusText w:type="text" w:val="Kirjutage siia ainult pealkiri (vt F1)."/>
            <w:textInput>
              <w:format w:val="Algsuurtäht"/>
            </w:textInput>
          </w:ffData>
        </w:fldChar>
      </w:r>
      <w:r w:rsidRPr="005E47F9">
        <w:instrText xml:space="preserve"> FORMTEXT </w:instrText>
      </w:r>
      <w:r w:rsidRPr="005E47F9">
        <w:fldChar w:fldCharType="separate"/>
      </w:r>
      <w:r w:rsidR="006113B4" w:rsidRPr="005E47F9">
        <w:t>Taotlus</w:t>
      </w:r>
      <w:r w:rsidR="004503E1" w:rsidRPr="005E47F9">
        <w:t xml:space="preserve"> </w:t>
      </w:r>
      <w:r w:rsidR="005E47F9" w:rsidRPr="005E47F9">
        <w:t>metsamaterjali</w:t>
      </w:r>
      <w:r w:rsidR="005E47F9">
        <w:t xml:space="preserve"> kokkuveoks</w:t>
      </w:r>
    </w:p>
    <w:p w14:paraId="2097F0E8" w14:textId="77777777" w:rsidR="005E47F9" w:rsidRPr="005E47F9" w:rsidRDefault="005E47F9" w:rsidP="005E47F9">
      <w:pPr>
        <w:pStyle w:val="Pealkiri1"/>
      </w:pPr>
      <w:r w:rsidRPr="005E47F9">
        <w:t>külmumata</w:t>
      </w:r>
      <w:r>
        <w:t xml:space="preserve"> pinnase korral.</w:t>
      </w:r>
      <w:r w:rsidRPr="005E47F9">
        <w:t xml:space="preserve"> </w:t>
      </w:r>
    </w:p>
    <w:p w14:paraId="0001A6A3" w14:textId="77777777" w:rsidR="00E85637" w:rsidRDefault="00B06906" w:rsidP="0058282E">
      <w:pPr>
        <w:pStyle w:val="Pealkiri1"/>
        <w:rPr>
          <w:noProof/>
        </w:rPr>
      </w:pPr>
      <w:r w:rsidRPr="005E47F9">
        <w:fldChar w:fldCharType="end"/>
      </w:r>
    </w:p>
    <w:p w14:paraId="5A627116" w14:textId="77777777" w:rsidR="00E85637" w:rsidRDefault="00E85637"/>
    <w:p w14:paraId="0D9949D7" w14:textId="77777777" w:rsidR="00E85637" w:rsidRDefault="00E85637">
      <w:pPr>
        <w:rPr>
          <w:sz w:val="26"/>
        </w:rPr>
      </w:pPr>
    </w:p>
    <w:p w14:paraId="4CB26D36" w14:textId="79C9D636" w:rsidR="005E47F9" w:rsidRDefault="004503E1" w:rsidP="00876974">
      <w:pPr>
        <w:jc w:val="both"/>
        <w:rPr>
          <w:spacing w:val="0"/>
          <w:position w:val="0"/>
        </w:rPr>
      </w:pPr>
      <w:r>
        <w:rPr>
          <w:spacing w:val="0"/>
          <w:position w:val="0"/>
        </w:rPr>
        <w:t xml:space="preserve">RMK Edela regiooni Viljandimaa varumispiirkond </w:t>
      </w:r>
      <w:r w:rsidR="005E47F9">
        <w:rPr>
          <w:spacing w:val="0"/>
          <w:position w:val="0"/>
        </w:rPr>
        <w:t xml:space="preserve">esitab Teile taotluse nõusoleku saamiseks, et teostada  puidu </w:t>
      </w:r>
      <w:proofErr w:type="spellStart"/>
      <w:r w:rsidR="005E47F9">
        <w:rPr>
          <w:spacing w:val="0"/>
          <w:position w:val="0"/>
        </w:rPr>
        <w:t>kokku</w:t>
      </w:r>
      <w:r w:rsidR="0016253E">
        <w:rPr>
          <w:spacing w:val="0"/>
          <w:position w:val="0"/>
        </w:rPr>
        <w:t>vedu</w:t>
      </w:r>
      <w:proofErr w:type="spellEnd"/>
      <w:r w:rsidR="0016253E">
        <w:rPr>
          <w:spacing w:val="0"/>
          <w:position w:val="0"/>
        </w:rPr>
        <w:t xml:space="preserve"> </w:t>
      </w:r>
      <w:r w:rsidR="005E47F9">
        <w:rPr>
          <w:spacing w:val="0"/>
          <w:position w:val="0"/>
        </w:rPr>
        <w:t xml:space="preserve">külmumata pinnasega </w:t>
      </w:r>
      <w:r w:rsidR="0016253E">
        <w:rPr>
          <w:spacing w:val="0"/>
          <w:position w:val="0"/>
        </w:rPr>
        <w:t>kvartalite KP015 ja KP027 vahelisel kvartalisihil pikkusega ca 450 meetrit.</w:t>
      </w:r>
    </w:p>
    <w:p w14:paraId="2292CE1E" w14:textId="74FA22E5" w:rsidR="0016253E" w:rsidRDefault="0016253E" w:rsidP="00876974">
      <w:pPr>
        <w:jc w:val="both"/>
        <w:rPr>
          <w:spacing w:val="0"/>
          <w:position w:val="0"/>
        </w:rPr>
      </w:pPr>
    </w:p>
    <w:p w14:paraId="3B19AEC4" w14:textId="77777777" w:rsidR="0016253E" w:rsidRDefault="0016253E" w:rsidP="00876974">
      <w:pPr>
        <w:jc w:val="both"/>
        <w:rPr>
          <w:spacing w:val="0"/>
          <w:position w:val="0"/>
        </w:rPr>
      </w:pPr>
    </w:p>
    <w:p w14:paraId="0987D84F" w14:textId="4F2BD73E" w:rsidR="000675A2" w:rsidRDefault="005E47F9" w:rsidP="00876974">
      <w:pPr>
        <w:jc w:val="both"/>
        <w:rPr>
          <w:spacing w:val="0"/>
          <w:position w:val="0"/>
        </w:rPr>
      </w:pPr>
      <w:r w:rsidRPr="005E47F9">
        <w:rPr>
          <w:spacing w:val="0"/>
          <w:position w:val="0"/>
        </w:rPr>
        <w:t>Antud ala tehnoloogil</w:t>
      </w:r>
      <w:r w:rsidR="005E1FE5">
        <w:rPr>
          <w:spacing w:val="0"/>
          <w:position w:val="0"/>
        </w:rPr>
        <w:t xml:space="preserve">ine skeem </w:t>
      </w:r>
      <w:r w:rsidRPr="005E47F9">
        <w:rPr>
          <w:spacing w:val="0"/>
          <w:position w:val="0"/>
        </w:rPr>
        <w:t>lisatud.</w:t>
      </w:r>
    </w:p>
    <w:p w14:paraId="5FED48A7" w14:textId="77777777" w:rsidR="00985285" w:rsidRPr="005E47F9" w:rsidRDefault="00985285" w:rsidP="00876974">
      <w:pPr>
        <w:jc w:val="both"/>
        <w:rPr>
          <w:spacing w:val="0"/>
          <w:position w:val="0"/>
        </w:rPr>
      </w:pPr>
    </w:p>
    <w:p w14:paraId="3B820F96" w14:textId="77777777" w:rsidR="00E85637" w:rsidRDefault="00E85637">
      <w:pPr>
        <w:sectPr w:rsidR="00E85637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079CD2E0" w14:textId="77777777" w:rsidR="001D139F" w:rsidRDefault="001D139F"/>
    <w:p w14:paraId="265285A3" w14:textId="77777777" w:rsidR="001D139F" w:rsidRDefault="001D139F">
      <w:pPr>
        <w:sectPr w:rsidR="001D139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46DD82C6" w14:textId="77777777" w:rsidR="00E85637" w:rsidRDefault="00E85637"/>
    <w:p w14:paraId="3AEEC77D" w14:textId="77777777" w:rsidR="00E85637" w:rsidRDefault="00E85637"/>
    <w:p w14:paraId="7567CCEA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2A2D2A4A" w14:textId="77777777" w:rsidR="00E85637" w:rsidRDefault="00E85637"/>
    <w:p w14:paraId="21BC2756" w14:textId="77777777" w:rsidR="00E85637" w:rsidRDefault="00E85637"/>
    <w:p w14:paraId="4A3DC889" w14:textId="77777777" w:rsidR="00E85637" w:rsidRDefault="0058282E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(allkirjastatud digitaalselt)"/>
              <w:listEntry w:val="          "/>
            </w:ddList>
          </w:ffData>
        </w:fldChar>
      </w:r>
      <w:bookmarkStart w:id="2" w:name="Dropdown9"/>
      <w:r>
        <w:rPr>
          <w:spacing w:val="0"/>
          <w:position w:val="0"/>
        </w:rPr>
        <w:instrText xml:space="preserve"> FORMDROPDOWN </w:instrText>
      </w:r>
      <w:r w:rsidR="00E3044E">
        <w:rPr>
          <w:spacing w:val="0"/>
          <w:position w:val="0"/>
        </w:rPr>
      </w:r>
      <w:r w:rsidR="00E3044E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14:paraId="3F4315BF" w14:textId="77777777" w:rsidR="00E85637" w:rsidRDefault="00E85637"/>
    <w:p w14:paraId="0BA62265" w14:textId="77777777" w:rsidR="00E85637" w:rsidRDefault="00E85637">
      <w:pPr>
        <w:rPr>
          <w:sz w:val="14"/>
        </w:rPr>
      </w:pPr>
    </w:p>
    <w:p w14:paraId="7F8246A4" w14:textId="77777777" w:rsidR="00E85637" w:rsidRDefault="00E85637">
      <w:pPr>
        <w:rPr>
          <w:sz w:val="2"/>
        </w:rPr>
      </w:pPr>
    </w:p>
    <w:p w14:paraId="43DD0C7F" w14:textId="77777777" w:rsidR="0058282E" w:rsidRDefault="000675A2">
      <w:r>
        <w:t>Herkki Kauts</w:t>
      </w:r>
    </w:p>
    <w:p w14:paraId="123534FD" w14:textId="77777777" w:rsidR="000675A2" w:rsidRDefault="000675A2">
      <w:r>
        <w:t>RMK Edela regioon</w:t>
      </w:r>
    </w:p>
    <w:p w14:paraId="1E3E8103" w14:textId="77777777" w:rsidR="00E85637" w:rsidRDefault="000675A2">
      <w:r>
        <w:t>Viljandimaa varumisjuht</w:t>
      </w:r>
    </w:p>
    <w:p w14:paraId="5EE82548" w14:textId="77777777" w:rsidR="00593917" w:rsidRDefault="00593917"/>
    <w:p w14:paraId="0AEB2928" w14:textId="77777777" w:rsidR="00593917" w:rsidRDefault="00593917"/>
    <w:p w14:paraId="7A968984" w14:textId="77777777" w:rsidR="000675A2" w:rsidRDefault="000675A2">
      <w:r>
        <w:t>52 63 396</w:t>
      </w:r>
    </w:p>
    <w:p w14:paraId="7C2690AC" w14:textId="77777777" w:rsidR="000675A2" w:rsidRDefault="00593917">
      <w:r>
        <w:t>h</w:t>
      </w:r>
      <w:r w:rsidR="000675A2">
        <w:t>erkki.kauts@rmk.ee</w:t>
      </w:r>
    </w:p>
    <w:sectPr w:rsidR="000675A2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B3B37" w14:textId="77777777" w:rsidR="00E3044E" w:rsidRDefault="00E3044E">
      <w:r>
        <w:separator/>
      </w:r>
    </w:p>
  </w:endnote>
  <w:endnote w:type="continuationSeparator" w:id="0">
    <w:p w14:paraId="016A937F" w14:textId="77777777" w:rsidR="00E3044E" w:rsidRDefault="00E30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2478F" w14:textId="77777777" w:rsidR="005E47F9" w:rsidRDefault="005E47F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DE257" w14:textId="77777777" w:rsidR="005E47F9" w:rsidRDefault="005E47F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6D3E" w14:textId="77777777" w:rsidR="005E47F9" w:rsidRDefault="005E47F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18FD1" w14:textId="77777777" w:rsidR="00E3044E" w:rsidRDefault="00E3044E">
      <w:r>
        <w:separator/>
      </w:r>
    </w:p>
  </w:footnote>
  <w:footnote w:type="continuationSeparator" w:id="0">
    <w:p w14:paraId="04F715F5" w14:textId="77777777" w:rsidR="00E3044E" w:rsidRDefault="00E30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E981C" w14:textId="77777777" w:rsidR="005E47F9" w:rsidRDefault="005E47F9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592A1" w14:textId="77777777" w:rsidR="005E47F9" w:rsidRDefault="005E47F9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D856C" w14:textId="77777777" w:rsidR="005E47F9" w:rsidRDefault="005E47F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1928683637">
    <w:abstractNumId w:val="0"/>
  </w:num>
  <w:num w:numId="2" w16cid:durableId="136259105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82E"/>
    <w:rsid w:val="000675A2"/>
    <w:rsid w:val="000B5DE2"/>
    <w:rsid w:val="000C7A7A"/>
    <w:rsid w:val="000D31BC"/>
    <w:rsid w:val="0015432F"/>
    <w:rsid w:val="0016253E"/>
    <w:rsid w:val="00186242"/>
    <w:rsid w:val="00187A2D"/>
    <w:rsid w:val="001A75CC"/>
    <w:rsid w:val="001D139F"/>
    <w:rsid w:val="001E574A"/>
    <w:rsid w:val="00231DFB"/>
    <w:rsid w:val="00326150"/>
    <w:rsid w:val="003341E5"/>
    <w:rsid w:val="003511CD"/>
    <w:rsid w:val="00356C40"/>
    <w:rsid w:val="00387D1D"/>
    <w:rsid w:val="003A08B0"/>
    <w:rsid w:val="003A5ACD"/>
    <w:rsid w:val="003B425C"/>
    <w:rsid w:val="004140A0"/>
    <w:rsid w:val="00436506"/>
    <w:rsid w:val="004503E1"/>
    <w:rsid w:val="00464B47"/>
    <w:rsid w:val="00477BB1"/>
    <w:rsid w:val="00491E34"/>
    <w:rsid w:val="0058282E"/>
    <w:rsid w:val="00593917"/>
    <w:rsid w:val="005E1FE5"/>
    <w:rsid w:val="005E47F9"/>
    <w:rsid w:val="006113B4"/>
    <w:rsid w:val="006228CF"/>
    <w:rsid w:val="00626C62"/>
    <w:rsid w:val="00671C7C"/>
    <w:rsid w:val="006D2B4E"/>
    <w:rsid w:val="006F1572"/>
    <w:rsid w:val="00704BBF"/>
    <w:rsid w:val="0072531A"/>
    <w:rsid w:val="0075211E"/>
    <w:rsid w:val="007A08DD"/>
    <w:rsid w:val="007B7275"/>
    <w:rsid w:val="007C7C57"/>
    <w:rsid w:val="007E0D20"/>
    <w:rsid w:val="007F482F"/>
    <w:rsid w:val="0081157C"/>
    <w:rsid w:val="00845FCB"/>
    <w:rsid w:val="00856A7E"/>
    <w:rsid w:val="00876974"/>
    <w:rsid w:val="008B1038"/>
    <w:rsid w:val="008C0A3A"/>
    <w:rsid w:val="009007A0"/>
    <w:rsid w:val="00985285"/>
    <w:rsid w:val="00A9445B"/>
    <w:rsid w:val="00AA6DA9"/>
    <w:rsid w:val="00B06906"/>
    <w:rsid w:val="00B44A85"/>
    <w:rsid w:val="00B7608B"/>
    <w:rsid w:val="00BD2196"/>
    <w:rsid w:val="00C32B5E"/>
    <w:rsid w:val="00C406E9"/>
    <w:rsid w:val="00C424C4"/>
    <w:rsid w:val="00C52479"/>
    <w:rsid w:val="00C66170"/>
    <w:rsid w:val="00C67247"/>
    <w:rsid w:val="00D34BF1"/>
    <w:rsid w:val="00E144AD"/>
    <w:rsid w:val="00E3044E"/>
    <w:rsid w:val="00E57378"/>
    <w:rsid w:val="00E7760F"/>
    <w:rsid w:val="00E85637"/>
    <w:rsid w:val="00EC5BAE"/>
    <w:rsid w:val="00F04FCF"/>
    <w:rsid w:val="00F94062"/>
    <w:rsid w:val="00FD3266"/>
    <w:rsid w:val="00FE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CCB417"/>
  <w15:docId w15:val="{65D30EE2-BB0F-442F-BC0D-9F01D0BD9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AppData\Local\Microsoft\Windows\INetCache\IE\Q5JL2VSH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E863E-C0EB-4395-9DE5-6FF9C72CC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</Template>
  <TotalTime>4</TotalTime>
  <Pages>1</Pages>
  <Words>106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720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Anu Laas</dc:creator>
  <dc:description>Ver 6.0, 11.2018</dc:description>
  <cp:lastModifiedBy>Anu Laas</cp:lastModifiedBy>
  <cp:revision>2</cp:revision>
  <cp:lastPrinted>2014-04-01T12:05:00Z</cp:lastPrinted>
  <dcterms:created xsi:type="dcterms:W3CDTF">2022-11-01T08:29:00Z</dcterms:created>
  <dcterms:modified xsi:type="dcterms:W3CDTF">2022-11-01T08:29:00Z</dcterms:modified>
</cp:coreProperties>
</file>